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D1" w:rsidRDefault="00DB77D1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DB77D1" w:rsidRDefault="00DB77D1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DB77D1" w:rsidRDefault="00DB77D1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B77D1" w:rsidRDefault="00DB77D1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DB77D1" w:rsidRDefault="00DB77D1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DB77D1" w:rsidRDefault="00DB77D1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B77D1" w:rsidRDefault="00DB77D1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DB77D1" w:rsidRDefault="00DB77D1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DB77D1" w:rsidRDefault="00DB77D1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DB77D1" w:rsidRDefault="00DB77D1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DB77D1" w:rsidRDefault="00DB77D1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DB77D1" w:rsidRPr="009C67FF" w:rsidRDefault="00DB77D1" w:rsidP="00CD3BA3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 xml:space="preserve">Konserwacja i naprawy awaryjne urządzeń oświetlenia ulic własności Gminy Bydgoszcz </w:t>
      </w:r>
    </w:p>
    <w:p w:rsidR="00DB77D1" w:rsidRPr="007F3A94" w:rsidRDefault="00DB77D1" w:rsidP="00CD3BA3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>na terenie Miasta Bydgoszczy w 2019 roku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–</w:t>
      </w:r>
      <w:r w:rsidRPr="004F3D20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sz w:val="21"/>
          <w:szCs w:val="21"/>
        </w:rPr>
        <w:t>OBSZAR I</w:t>
      </w: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.”</w:t>
      </w:r>
    </w:p>
    <w:p w:rsidR="00DB77D1" w:rsidRDefault="00DB77D1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DB77D1" w:rsidRDefault="00DB77D1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DB77D1" w:rsidRPr="00540EE1" w:rsidRDefault="00DB77D1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DB77D1" w:rsidRDefault="00DB77D1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DB77D1" w:rsidRDefault="00DB77D1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DB77D1" w:rsidRDefault="00DB77D1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7D1" w:rsidRDefault="00DB77D1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DB77D1" w:rsidRPr="00E75EDD" w:rsidRDefault="00DB77D1" w:rsidP="00090EA5">
      <w:pPr>
        <w:jc w:val="both"/>
        <w:rPr>
          <w:i/>
          <w:sz w:val="8"/>
          <w:szCs w:val="21"/>
        </w:rPr>
      </w:pP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DB77D1" w:rsidRDefault="00DB77D1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DB77D1" w:rsidRDefault="00DB77D1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B77D1" w:rsidRDefault="00DB77D1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DB77D1" w:rsidRDefault="00DB77D1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DB77D1" w:rsidRDefault="00DB77D1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7D1" w:rsidRDefault="00DB77D1" w:rsidP="00090EA5">
      <w:pPr>
        <w:jc w:val="both"/>
        <w:rPr>
          <w:i/>
        </w:rPr>
      </w:pPr>
      <w:r w:rsidRPr="00836300">
        <w:rPr>
          <w:i/>
        </w:rPr>
        <w:t xml:space="preserve">* podpis(y) osoby(osób) uprawnionej(ych) do składania oświadczeń woli w imieniu wykonawcy/pełnomocnika </w:t>
      </w:r>
    </w:p>
    <w:p w:rsidR="00DB77D1" w:rsidRPr="00B34D0E" w:rsidRDefault="00DB77D1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DB77D1" w:rsidRPr="00E96C5D" w:rsidRDefault="00DB77D1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DB77D1" w:rsidRPr="00E96C5D" w:rsidRDefault="00DB77D1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:rsidR="00DB77D1" w:rsidRPr="00E96C5D" w:rsidRDefault="00DB77D1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DB77D1" w:rsidRPr="00E96C5D" w:rsidRDefault="00DB77D1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7D1" w:rsidRDefault="00DB77D1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DB77D1" w:rsidRDefault="00DB77D1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DB77D1" w:rsidRPr="00E96C5D" w:rsidRDefault="00DB77D1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DB77D1" w:rsidRPr="00E96C5D" w:rsidRDefault="00DB77D1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B77D1" w:rsidRDefault="00DB77D1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B77D1" w:rsidRDefault="00DB77D1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B77D1" w:rsidRDefault="00DB77D1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DB77D1" w:rsidRPr="00E75EDD" w:rsidRDefault="00DB77D1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DB77D1" w:rsidRPr="00E75EDD" w:rsidRDefault="00DB77D1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B77D1" w:rsidRDefault="00DB77D1" w:rsidP="00090EA5">
      <w:pPr>
        <w:ind w:right="8788"/>
        <w:rPr>
          <w:i/>
          <w:iCs/>
        </w:rPr>
      </w:pPr>
      <w:r w:rsidRPr="005B7414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DB77D1" w:rsidRPr="006975BB" w:rsidRDefault="00DB77D1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DB77D1" w:rsidRPr="006975BB" w:rsidRDefault="00DB77D1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B77D1" w:rsidRDefault="00DB77D1" w:rsidP="00090EA5"/>
    <w:p w:rsidR="00DB77D1" w:rsidRPr="00090EA5" w:rsidRDefault="00DB77D1" w:rsidP="00090EA5"/>
    <w:sectPr w:rsidR="00DB77D1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7D1" w:rsidRDefault="00DB77D1" w:rsidP="008B6F0F">
      <w:pPr>
        <w:spacing w:after="0" w:line="240" w:lineRule="auto"/>
      </w:pPr>
      <w:r>
        <w:separator/>
      </w:r>
    </w:p>
  </w:endnote>
  <w:endnote w:type="continuationSeparator" w:id="0">
    <w:p w:rsidR="00DB77D1" w:rsidRDefault="00DB77D1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7D1" w:rsidRPr="008B6F0F" w:rsidRDefault="00DB77D1">
    <w:pPr>
      <w:pStyle w:val="Footer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DB77D1" w:rsidRDefault="00DB77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7D1" w:rsidRDefault="00DB77D1" w:rsidP="008B6F0F">
      <w:pPr>
        <w:spacing w:after="0" w:line="240" w:lineRule="auto"/>
      </w:pPr>
      <w:r>
        <w:separator/>
      </w:r>
    </w:p>
  </w:footnote>
  <w:footnote w:type="continuationSeparator" w:id="0">
    <w:p w:rsidR="00DB77D1" w:rsidRDefault="00DB77D1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7D1" w:rsidRDefault="00DB77D1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053/2018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:rsidR="00DB77D1" w:rsidRPr="003875C0" w:rsidRDefault="00DB77D1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10-I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F60"/>
    <w:rsid w:val="000036C0"/>
    <w:rsid w:val="000277CB"/>
    <w:rsid w:val="00037F0B"/>
    <w:rsid w:val="00073807"/>
    <w:rsid w:val="00074939"/>
    <w:rsid w:val="00090EA5"/>
    <w:rsid w:val="000B18A4"/>
    <w:rsid w:val="001E3C9C"/>
    <w:rsid w:val="001F6676"/>
    <w:rsid w:val="00205C1C"/>
    <w:rsid w:val="002957D3"/>
    <w:rsid w:val="002A3E28"/>
    <w:rsid w:val="002C72A5"/>
    <w:rsid w:val="002F3DB9"/>
    <w:rsid w:val="0032081F"/>
    <w:rsid w:val="003419B0"/>
    <w:rsid w:val="00353FCA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C49CF"/>
    <w:rsid w:val="004D2FA9"/>
    <w:rsid w:val="004F18A3"/>
    <w:rsid w:val="004F3D20"/>
    <w:rsid w:val="00540EE1"/>
    <w:rsid w:val="00557E51"/>
    <w:rsid w:val="005763C1"/>
    <w:rsid w:val="005B7414"/>
    <w:rsid w:val="00610234"/>
    <w:rsid w:val="006975BB"/>
    <w:rsid w:val="006B0FC9"/>
    <w:rsid w:val="006C15B1"/>
    <w:rsid w:val="00707F1C"/>
    <w:rsid w:val="00742977"/>
    <w:rsid w:val="00750B21"/>
    <w:rsid w:val="007A2CAF"/>
    <w:rsid w:val="007A35E4"/>
    <w:rsid w:val="007C181A"/>
    <w:rsid w:val="007F3A94"/>
    <w:rsid w:val="00836300"/>
    <w:rsid w:val="00845FE1"/>
    <w:rsid w:val="008B6F0F"/>
    <w:rsid w:val="008F73BE"/>
    <w:rsid w:val="00966775"/>
    <w:rsid w:val="009C67FF"/>
    <w:rsid w:val="00A029BF"/>
    <w:rsid w:val="00A618EC"/>
    <w:rsid w:val="00A75432"/>
    <w:rsid w:val="00AA3173"/>
    <w:rsid w:val="00AD06DD"/>
    <w:rsid w:val="00B07A7F"/>
    <w:rsid w:val="00B34D0E"/>
    <w:rsid w:val="00B52711"/>
    <w:rsid w:val="00C1499C"/>
    <w:rsid w:val="00C42B8E"/>
    <w:rsid w:val="00CB062B"/>
    <w:rsid w:val="00CD3BA3"/>
    <w:rsid w:val="00D40E5A"/>
    <w:rsid w:val="00D60C29"/>
    <w:rsid w:val="00DB77D1"/>
    <w:rsid w:val="00DD27A4"/>
    <w:rsid w:val="00E24D01"/>
    <w:rsid w:val="00E25EFF"/>
    <w:rsid w:val="00E75EDD"/>
    <w:rsid w:val="00E76B8C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D6138"/>
    <w:rsid w:val="00FE15F0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6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1F60"/>
    <w:pPr>
      <w:ind w:left="720"/>
      <w:contextualSpacing/>
    </w:pPr>
  </w:style>
  <w:style w:type="paragraph" w:styleId="Header">
    <w:name w:val="header"/>
    <w:aliases w:val="Nagłówek strony"/>
    <w:basedOn w:val="Normal"/>
    <w:link w:val="Head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8B6F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8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456</Words>
  <Characters>2739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28</cp:revision>
  <cp:lastPrinted>2018-11-19T08:11:00Z</cp:lastPrinted>
  <dcterms:created xsi:type="dcterms:W3CDTF">2018-02-20T08:11:00Z</dcterms:created>
  <dcterms:modified xsi:type="dcterms:W3CDTF">2018-11-19T08:11:00Z</dcterms:modified>
</cp:coreProperties>
</file>